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15B" w:rsidRPr="00050369" w:rsidRDefault="00050369" w:rsidP="00050369">
      <w:pPr>
        <w:jc w:val="center"/>
        <w:rPr>
          <w:b/>
          <w:sz w:val="24"/>
          <w:u w:val="single"/>
          <w:lang w:val="en-CA"/>
        </w:rPr>
      </w:pPr>
      <w:r w:rsidRPr="00050369">
        <w:rPr>
          <w:b/>
          <w:sz w:val="24"/>
          <w:u w:val="single"/>
          <w:lang w:val="en-CA"/>
        </w:rPr>
        <w:t>Personal Finance Test # 2; Income &amp; Taxation REVIEW</w:t>
      </w:r>
    </w:p>
    <w:p w:rsidR="00196C1E" w:rsidRPr="00050369" w:rsidRDefault="00616A8A" w:rsidP="00050369">
      <w:pPr>
        <w:jc w:val="center"/>
        <w:rPr>
          <w:sz w:val="24"/>
          <w:lang w:val="en-CA"/>
        </w:rPr>
      </w:pPr>
      <w:r w:rsidRPr="00050369">
        <w:rPr>
          <w:sz w:val="24"/>
          <w:lang w:val="en-CA"/>
        </w:rPr>
        <w:t>Source of information: Money and Youth</w:t>
      </w:r>
      <w:r w:rsidR="00050369" w:rsidRPr="00050369">
        <w:rPr>
          <w:sz w:val="24"/>
          <w:lang w:val="en-CA"/>
        </w:rPr>
        <w:t xml:space="preserve"> textbook</w:t>
      </w:r>
      <w:r w:rsidRPr="00050369">
        <w:rPr>
          <w:sz w:val="24"/>
          <w:lang w:val="en-CA"/>
        </w:rPr>
        <w:t>, Notes, Activities, Handouts</w:t>
      </w:r>
      <w:r w:rsidR="00050369" w:rsidRPr="00050369">
        <w:rPr>
          <w:sz w:val="24"/>
          <w:lang w:val="en-CA"/>
        </w:rPr>
        <w:t xml:space="preserve">. </w:t>
      </w:r>
      <w:r w:rsidR="00050369" w:rsidRPr="00050369">
        <w:rPr>
          <w:sz w:val="24"/>
          <w:lang w:val="en-CA"/>
        </w:rPr>
        <w:br/>
        <w:t>Review missmcfarlen.wikispaces.com/Personal+Finance+30</w:t>
      </w:r>
      <w:r w:rsidR="00050369">
        <w:rPr>
          <w:sz w:val="24"/>
          <w:lang w:val="en-CA"/>
        </w:rPr>
        <w:t xml:space="preserve"> </w:t>
      </w:r>
    </w:p>
    <w:p w:rsidR="00050369" w:rsidRPr="00050369" w:rsidRDefault="00050369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 xml:space="preserve">Describe the advantages and disadvantages of 3 </w:t>
      </w:r>
      <w:r w:rsidR="00B26EA5">
        <w:rPr>
          <w:sz w:val="24"/>
          <w:lang w:val="en-CA"/>
        </w:rPr>
        <w:t>types</w:t>
      </w:r>
      <w:r w:rsidRPr="00050369">
        <w:rPr>
          <w:sz w:val="24"/>
          <w:lang w:val="en-CA"/>
        </w:rPr>
        <w:t xml:space="preserve"> of earning income.</w:t>
      </w:r>
    </w:p>
    <w:p w:rsidR="00196C1E" w:rsidRPr="00050369" w:rsidRDefault="00196C1E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are 3 sources of income?</w:t>
      </w:r>
    </w:p>
    <w:p w:rsidR="00050369" w:rsidRPr="00050369" w:rsidRDefault="00050369" w:rsidP="00050369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List 3</w:t>
      </w:r>
      <w:r w:rsidR="00196C1E" w:rsidRPr="00050369">
        <w:rPr>
          <w:sz w:val="24"/>
          <w:lang w:val="en-CA"/>
        </w:rPr>
        <w:t xml:space="preserve"> factors that </w:t>
      </w:r>
      <w:r w:rsidR="003832BF" w:rsidRPr="00050369">
        <w:rPr>
          <w:sz w:val="24"/>
          <w:lang w:val="en-CA"/>
        </w:rPr>
        <w:t>can affect</w:t>
      </w:r>
      <w:r w:rsidR="00F255E1">
        <w:rPr>
          <w:sz w:val="24"/>
          <w:lang w:val="en-CA"/>
        </w:rPr>
        <w:t xml:space="preserve"> your wage or salary.</w:t>
      </w:r>
    </w:p>
    <w:p w:rsidR="00196C1E" w:rsidRPr="00050369" w:rsidRDefault="00196C1E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interest?</w:t>
      </w:r>
      <w:bookmarkStart w:id="0" w:name="_GoBack"/>
      <w:bookmarkEnd w:id="0"/>
    </w:p>
    <w:p w:rsidR="00196C1E" w:rsidRPr="00050369" w:rsidRDefault="00196C1E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Are lotteries legitimate sources of income?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a paystub?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different elements must be present on a payslip?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Income Tax?</w:t>
      </w:r>
    </w:p>
    <w:p w:rsidR="00616A8A" w:rsidRPr="00081176" w:rsidRDefault="00616A8A" w:rsidP="00616A8A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081176">
        <w:rPr>
          <w:sz w:val="24"/>
          <w:szCs w:val="24"/>
          <w:lang w:val="en-CA"/>
        </w:rPr>
        <w:t>What is the basic personal amount both federally and provincially?</w:t>
      </w:r>
    </w:p>
    <w:p w:rsidR="00081176" w:rsidRPr="00081176" w:rsidRDefault="00081176" w:rsidP="00081176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081176">
        <w:rPr>
          <w:sz w:val="24"/>
          <w:szCs w:val="24"/>
          <w:lang w:val="en-CA"/>
        </w:rPr>
        <w:t>What are the FEDERAL graduated income tax rates?</w:t>
      </w:r>
      <w:r>
        <w:rPr>
          <w:sz w:val="24"/>
          <w:szCs w:val="24"/>
          <w:lang w:val="en-CA"/>
        </w:rPr>
        <w:t xml:space="preserve"> (from </w:t>
      </w:r>
      <w:proofErr w:type="spellStart"/>
      <w:r>
        <w:rPr>
          <w:sz w:val="24"/>
          <w:szCs w:val="24"/>
          <w:lang w:val="en-CA"/>
        </w:rPr>
        <w:t>powerpoint</w:t>
      </w:r>
      <w:proofErr w:type="spellEnd"/>
      <w:r>
        <w:rPr>
          <w:sz w:val="24"/>
          <w:szCs w:val="24"/>
          <w:lang w:val="en-CA"/>
        </w:rPr>
        <w:t>)</w:t>
      </w:r>
    </w:p>
    <w:p w:rsidR="00081176" w:rsidRPr="00081176" w:rsidRDefault="00081176" w:rsidP="00081176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081176">
        <w:rPr>
          <w:sz w:val="24"/>
          <w:szCs w:val="24"/>
          <w:lang w:val="en-CA"/>
        </w:rPr>
        <w:t>What are the SK PROVINCIAL graduated income tax rates?</w:t>
      </w:r>
      <w:r>
        <w:rPr>
          <w:sz w:val="24"/>
          <w:szCs w:val="24"/>
          <w:lang w:val="en-CA"/>
        </w:rPr>
        <w:t xml:space="preserve"> (from powerpoint)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 xml:space="preserve">How much income tax would an individual </w:t>
      </w:r>
      <w:r w:rsidR="00EC0B0A" w:rsidRPr="00050369">
        <w:rPr>
          <w:sz w:val="24"/>
          <w:lang w:val="en-CA"/>
        </w:rPr>
        <w:t>pay if</w:t>
      </w:r>
      <w:r w:rsidRPr="00050369">
        <w:rPr>
          <w:sz w:val="24"/>
          <w:lang w:val="en-CA"/>
        </w:rPr>
        <w:t xml:space="preserve"> they made the following gross income?</w:t>
      </w:r>
      <w:r w:rsidR="00050369" w:rsidRPr="00050369">
        <w:rPr>
          <w:sz w:val="24"/>
          <w:lang w:val="en-CA"/>
        </w:rPr>
        <w:t xml:space="preserve"> (both FEDERAL and PROVINCIAL)</w:t>
      </w:r>
    </w:p>
    <w:p w:rsidR="00616A8A" w:rsidRPr="00050369" w:rsidRDefault="00616A8A" w:rsidP="00616A8A">
      <w:pPr>
        <w:pStyle w:val="ListParagraph"/>
        <w:numPr>
          <w:ilvl w:val="1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$45,000</w:t>
      </w:r>
    </w:p>
    <w:p w:rsidR="00616A8A" w:rsidRPr="00050369" w:rsidRDefault="00616A8A" w:rsidP="00616A8A">
      <w:pPr>
        <w:pStyle w:val="ListParagraph"/>
        <w:numPr>
          <w:ilvl w:val="1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$90,000</w:t>
      </w:r>
    </w:p>
    <w:p w:rsidR="00616A8A" w:rsidRPr="00050369" w:rsidRDefault="00616A8A" w:rsidP="00616A8A">
      <w:pPr>
        <w:pStyle w:val="ListParagraph"/>
        <w:numPr>
          <w:ilvl w:val="1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$135,000</w:t>
      </w:r>
    </w:p>
    <w:p w:rsidR="00616A8A" w:rsidRPr="00050369" w:rsidRDefault="00616A8A" w:rsidP="00616A8A">
      <w:pPr>
        <w:pStyle w:val="ListParagraph"/>
        <w:numPr>
          <w:ilvl w:val="1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$225,000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EI? How much does and individual contribute from each check? Employer?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CPP? How much does and individual contribute from each check? Employer?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 xml:space="preserve">What are the maximum amounts an individual contributes per year to CPP </w:t>
      </w:r>
      <w:proofErr w:type="gramStart"/>
      <w:r w:rsidRPr="00050369">
        <w:rPr>
          <w:sz w:val="24"/>
          <w:lang w:val="en-CA"/>
        </w:rPr>
        <w:t>and  EI</w:t>
      </w:r>
      <w:proofErr w:type="gramEnd"/>
      <w:r w:rsidRPr="00050369">
        <w:rPr>
          <w:sz w:val="24"/>
          <w:lang w:val="en-CA"/>
        </w:rPr>
        <w:t>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are some other deductions that could appear on your pay slip?</w:t>
      </w:r>
    </w:p>
    <w:p w:rsidR="00616A8A" w:rsidRPr="00050369" w:rsidRDefault="00616A8A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the difference between net pay and gross pay?</w:t>
      </w:r>
    </w:p>
    <w:p w:rsidR="00196C1E" w:rsidRPr="00050369" w:rsidRDefault="00050369" w:rsidP="00196C1E">
      <w:pPr>
        <w:pStyle w:val="ListParagraph"/>
        <w:numPr>
          <w:ilvl w:val="0"/>
          <w:numId w:val="1"/>
        </w:numPr>
        <w:rPr>
          <w:sz w:val="24"/>
          <w:lang w:val="en-CA"/>
        </w:rPr>
      </w:pPr>
      <w:r>
        <w:rPr>
          <w:sz w:val="24"/>
          <w:lang w:val="en-CA"/>
        </w:rPr>
        <w:t>What is tax? When was t</w:t>
      </w:r>
      <w:r w:rsidR="00196C1E" w:rsidRPr="00050369">
        <w:rPr>
          <w:sz w:val="24"/>
          <w:lang w:val="en-CA"/>
        </w:rPr>
        <w:t>ax first collected?</w:t>
      </w:r>
    </w:p>
    <w:p w:rsidR="00895379" w:rsidRPr="00050369" w:rsidRDefault="00895379" w:rsidP="00196C1E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Who benefits from Canada’s tax system?</w:t>
      </w:r>
    </w:p>
    <w:p w:rsidR="00895379" w:rsidRPr="00050369" w:rsidRDefault="00895379" w:rsidP="00895379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Why do we pay taxes?</w:t>
      </w:r>
    </w:p>
    <w:p w:rsidR="00616A8A" w:rsidRDefault="00196C1E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the tax payer bill of rights?</w:t>
      </w:r>
    </w:p>
    <w:p w:rsidR="00050369" w:rsidRPr="00050369" w:rsidRDefault="00050369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>
        <w:rPr>
          <w:sz w:val="24"/>
          <w:lang w:val="en-CA"/>
        </w:rPr>
        <w:t>Different ways to file taxes</w:t>
      </w:r>
    </w:p>
    <w:p w:rsidR="00895379" w:rsidRPr="00050369" w:rsidRDefault="00895379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a SIN?</w:t>
      </w:r>
    </w:p>
    <w:p w:rsidR="00895379" w:rsidRPr="00050369" w:rsidRDefault="00895379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a Form TD1?</w:t>
      </w:r>
    </w:p>
    <w:p w:rsidR="00196C1E" w:rsidRPr="00050369" w:rsidRDefault="00196C1E" w:rsidP="00616A8A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a T4?</w:t>
      </w:r>
    </w:p>
    <w:p w:rsidR="00895379" w:rsidRPr="00050369" w:rsidRDefault="00895379" w:rsidP="00895379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What is GST? What is the GST/HST Tax Credit?</w:t>
      </w:r>
    </w:p>
    <w:p w:rsidR="00895379" w:rsidRPr="00050369" w:rsidRDefault="00050369" w:rsidP="00050369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Due date for filing taxes in Canada</w:t>
      </w:r>
    </w:p>
    <w:p w:rsidR="00050369" w:rsidRPr="00050369" w:rsidRDefault="00050369" w:rsidP="00050369">
      <w:pPr>
        <w:pStyle w:val="ListParagraph"/>
        <w:numPr>
          <w:ilvl w:val="0"/>
          <w:numId w:val="1"/>
        </w:numPr>
        <w:rPr>
          <w:sz w:val="24"/>
          <w:lang w:val="en-CA"/>
        </w:rPr>
      </w:pPr>
      <w:r w:rsidRPr="00050369">
        <w:rPr>
          <w:sz w:val="24"/>
          <w:lang w:val="en-CA"/>
        </w:rPr>
        <w:t>How long do you have to keep your documents for tax purposes?</w:t>
      </w:r>
    </w:p>
    <w:sectPr w:rsidR="00050369" w:rsidRPr="00050369" w:rsidSect="00050369"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81C56"/>
    <w:multiLevelType w:val="hybridMultilevel"/>
    <w:tmpl w:val="3A400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8A"/>
    <w:rsid w:val="00050369"/>
    <w:rsid w:val="00081176"/>
    <w:rsid w:val="00164211"/>
    <w:rsid w:val="00196C1E"/>
    <w:rsid w:val="003832BF"/>
    <w:rsid w:val="00423EEF"/>
    <w:rsid w:val="004C6A6B"/>
    <w:rsid w:val="00515D71"/>
    <w:rsid w:val="00616A8A"/>
    <w:rsid w:val="007B4BEA"/>
    <w:rsid w:val="0089115B"/>
    <w:rsid w:val="00895379"/>
    <w:rsid w:val="00950230"/>
    <w:rsid w:val="009B2949"/>
    <w:rsid w:val="00A33EEA"/>
    <w:rsid w:val="00B26EA5"/>
    <w:rsid w:val="00EC0B0A"/>
    <w:rsid w:val="00ED3D87"/>
    <w:rsid w:val="00EF3416"/>
    <w:rsid w:val="00F2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46FBB-AEAB-4329-967F-92923AF1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88CDA123.dotm</Template>
  <TotalTime>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Michael</dc:creator>
  <cp:keywords/>
  <dc:description/>
  <cp:lastModifiedBy>Amy Mcfarlen</cp:lastModifiedBy>
  <cp:revision>5</cp:revision>
  <cp:lastPrinted>2017-04-12T01:11:00Z</cp:lastPrinted>
  <dcterms:created xsi:type="dcterms:W3CDTF">2016-11-24T15:34:00Z</dcterms:created>
  <dcterms:modified xsi:type="dcterms:W3CDTF">2017-04-12T01:11:00Z</dcterms:modified>
</cp:coreProperties>
</file>